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3E584" w14:textId="21EF9E83" w:rsidR="00064967" w:rsidRPr="00EF1868" w:rsidRDefault="00EF1868" w:rsidP="00E96EC3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EF1868">
        <w:rPr>
          <w:sz w:val="20"/>
          <w:szCs w:val="20"/>
        </w:rPr>
        <w:t xml:space="preserve">Lisa </w:t>
      </w:r>
      <w:r w:rsidR="00E52EE0">
        <w:rPr>
          <w:sz w:val="20"/>
          <w:szCs w:val="20"/>
        </w:rPr>
        <w:t>7</w:t>
      </w:r>
      <w:r w:rsidRPr="00EF1868">
        <w:rPr>
          <w:sz w:val="20"/>
          <w:szCs w:val="20"/>
        </w:rPr>
        <w:tab/>
      </w:r>
    </w:p>
    <w:p w14:paraId="6729551B" w14:textId="77777777" w:rsidR="00B8210C" w:rsidRDefault="00B61F75" w:rsidP="00D41328">
      <w:pPr>
        <w:ind w:left="5529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RMK ja </w:t>
      </w:r>
      <w:r w:rsidR="00D41328">
        <w:rPr>
          <w:sz w:val="20"/>
          <w:szCs w:val="20"/>
          <w:lang w:val="en-AU"/>
        </w:rPr>
        <w:t>Keskkonnaameti</w:t>
      </w:r>
      <w:r>
        <w:rPr>
          <w:sz w:val="20"/>
          <w:szCs w:val="20"/>
        </w:rPr>
        <w:t xml:space="preserve"> vahel </w:t>
      </w:r>
      <w:sdt>
        <w:sdtPr>
          <w:rPr>
            <w:sz w:val="20"/>
            <w:szCs w:val="20"/>
          </w:rPr>
          <w:id w:val="1995450994"/>
          <w:placeholder>
            <w:docPart w:val="AB2A3112130D4F13AD0430F1AE1E6037"/>
          </w:placeholder>
          <w:date w:fullDate="2011-01-03T00:00:00Z">
            <w:dateFormat w:val="d.MM.yyyy"/>
            <w:lid w:val="et-EE"/>
            <w:storeMappedDataAs w:val="dateTime"/>
            <w:calendar w:val="gregorian"/>
          </w:date>
        </w:sdtPr>
        <w:sdtContent>
          <w:r w:rsidR="00D41328">
            <w:rPr>
              <w:sz w:val="20"/>
              <w:szCs w:val="20"/>
            </w:rPr>
            <w:t>3.01.2011</w:t>
          </w:r>
        </w:sdtContent>
      </w:sdt>
      <w:r>
        <w:rPr>
          <w:sz w:val="20"/>
          <w:szCs w:val="20"/>
        </w:rPr>
        <w:t xml:space="preserve"> </w:t>
      </w:r>
      <w:r w:rsidR="00B8210C">
        <w:rPr>
          <w:sz w:val="20"/>
          <w:szCs w:val="20"/>
        </w:rPr>
        <w:t xml:space="preserve">sõlmitud </w:t>
      </w:r>
      <w:r>
        <w:rPr>
          <w:sz w:val="20"/>
          <w:szCs w:val="20"/>
        </w:rPr>
        <w:softHyphen/>
        <w:t xml:space="preserve">lepingu </w:t>
      </w:r>
    </w:p>
    <w:p w14:paraId="50CD46D1" w14:textId="1918E351" w:rsidR="00520DBB" w:rsidRDefault="00B8210C" w:rsidP="00D41328">
      <w:pPr>
        <w:ind w:left="5529"/>
        <w:jc w:val="both"/>
        <w:outlineLvl w:val="0"/>
      </w:pPr>
      <w:r>
        <w:rPr>
          <w:sz w:val="20"/>
          <w:szCs w:val="20"/>
        </w:rPr>
        <w:t>n</w:t>
      </w:r>
      <w:r w:rsidR="00B61F75">
        <w:rPr>
          <w:sz w:val="20"/>
          <w:szCs w:val="20"/>
        </w:rPr>
        <w:t>r</w:t>
      </w:r>
      <w:r>
        <w:rPr>
          <w:sz w:val="20"/>
          <w:szCs w:val="20"/>
        </w:rPr>
        <w:t xml:space="preserve"> </w:t>
      </w:r>
      <w:r w:rsidR="00D41328">
        <w:rPr>
          <w:sz w:val="20"/>
          <w:szCs w:val="20"/>
          <w:lang w:val="en-AU"/>
        </w:rPr>
        <w:t>9-28/5</w:t>
      </w:r>
      <w:r w:rsidR="00116FFE">
        <w:rPr>
          <w:sz w:val="20"/>
          <w:szCs w:val="20"/>
          <w:lang w:val="en-AU"/>
        </w:rPr>
        <w:t xml:space="preserve"> juurde</w:t>
      </w:r>
    </w:p>
    <w:p w14:paraId="6E2295DE" w14:textId="77777777" w:rsidR="00AD0E9E" w:rsidRDefault="00AD0E9E" w:rsidP="00E96EC3"/>
    <w:p w14:paraId="460CD1A0" w14:textId="77777777" w:rsidR="00520DBB" w:rsidRDefault="00520DBB">
      <w:pPr>
        <w:sectPr w:rsidR="00520DBB" w:rsidSect="00520DBB">
          <w:type w:val="continuous"/>
          <w:pgSz w:w="11906" w:h="16838"/>
          <w:pgMar w:top="1134" w:right="1797" w:bottom="1440" w:left="1797" w:header="709" w:footer="709" w:gutter="0"/>
          <w:cols w:space="708"/>
          <w:docGrid w:linePitch="360"/>
        </w:sectPr>
      </w:pPr>
    </w:p>
    <w:p w14:paraId="74D2C84E" w14:textId="77777777" w:rsidR="00E96EC3" w:rsidRDefault="00E96EC3">
      <w:pPr>
        <w:jc w:val="center"/>
        <w:rPr>
          <w:b/>
          <w:bCs/>
        </w:rPr>
      </w:pPr>
    </w:p>
    <w:p w14:paraId="555B5431" w14:textId="77777777" w:rsidR="00064967" w:rsidRDefault="00064967" w:rsidP="00E96EC3">
      <w:pPr>
        <w:jc w:val="center"/>
        <w:rPr>
          <w:b/>
          <w:bCs/>
        </w:rPr>
      </w:pPr>
      <w:r>
        <w:rPr>
          <w:b/>
          <w:bCs/>
        </w:rPr>
        <w:t xml:space="preserve">KOKKULEPE LEPINGU </w:t>
      </w:r>
      <w:r w:rsidR="006B2C00">
        <w:rPr>
          <w:b/>
          <w:bCs/>
        </w:rPr>
        <w:t xml:space="preserve">MUUTMISE </w:t>
      </w:r>
      <w:r>
        <w:rPr>
          <w:b/>
          <w:bCs/>
        </w:rPr>
        <w:t>KOHTA</w:t>
      </w:r>
      <w:r w:rsidR="003551A8">
        <w:rPr>
          <w:b/>
          <w:bCs/>
        </w:rPr>
        <w:t xml:space="preserve"> </w:t>
      </w:r>
    </w:p>
    <w:p w14:paraId="2BB9BF62" w14:textId="77777777" w:rsidR="006A5916" w:rsidRDefault="006A5916" w:rsidP="006A5916">
      <w:pPr>
        <w:pStyle w:val="NormalWeb"/>
        <w:framePr w:hSpace="141" w:wrap="around" w:vAnchor="text" w:hAnchor="margin" w:y="239"/>
      </w:pPr>
    </w:p>
    <w:p w14:paraId="0FEFD571" w14:textId="77777777" w:rsidR="006A5916" w:rsidRDefault="006A5916" w:rsidP="006A5916">
      <w:pPr>
        <w:jc w:val="right"/>
      </w:pPr>
    </w:p>
    <w:p w14:paraId="7EDC046C" w14:textId="77777777" w:rsidR="006A5916" w:rsidRDefault="006A5916" w:rsidP="006A5916">
      <w:pPr>
        <w:jc w:val="right"/>
        <w:rPr>
          <w:rFonts w:eastAsia="Calibri"/>
          <w:szCs w:val="22"/>
        </w:rPr>
      </w:pPr>
    </w:p>
    <w:p w14:paraId="1719476A" w14:textId="77777777" w:rsidR="006A5916" w:rsidRDefault="008140F5" w:rsidP="006A5916">
      <w:pPr>
        <w:jc w:val="right"/>
      </w:pPr>
      <w:r>
        <w:rPr>
          <w:rFonts w:eastAsia="Calibri"/>
          <w:szCs w:val="22"/>
        </w:rPr>
        <w:t>(hiliseima digitaalallkirja kuupäev)</w:t>
      </w:r>
    </w:p>
    <w:p w14:paraId="3FD56D1F" w14:textId="77777777" w:rsidR="008140F5" w:rsidRDefault="008140F5" w:rsidP="006A5916">
      <w:pPr>
        <w:jc w:val="right"/>
      </w:pPr>
    </w:p>
    <w:p w14:paraId="79C82044" w14:textId="77777777" w:rsidR="008140F5" w:rsidRDefault="008140F5" w:rsidP="006A5916">
      <w:pPr>
        <w:jc w:val="right"/>
      </w:pPr>
    </w:p>
    <w:p w14:paraId="0D8AC106" w14:textId="2E2D70E0" w:rsidR="00064967" w:rsidRDefault="00B03CD8" w:rsidP="00EE5697">
      <w:pPr>
        <w:pStyle w:val="Pealkiri11"/>
        <w:jc w:val="both"/>
      </w:pPr>
      <w:r>
        <w:t xml:space="preserve">Tulenevalt Keskkonnaameti poolt </w:t>
      </w:r>
      <w:r w:rsidR="00E52EE0">
        <w:t>24.11</w:t>
      </w:r>
      <w:r>
        <w:t>.2021 saadetud kirjast nr 5-5/21/</w:t>
      </w:r>
      <w:r w:rsidR="00E52EE0">
        <w:t>24635</w:t>
      </w:r>
      <w:r>
        <w:t xml:space="preserve"> „Palmse mõisa tõllakuuri üüripinna vähendamise avaldus,“ on  Pooled kokku </w:t>
      </w:r>
      <w:r w:rsidR="003B708E">
        <w:t xml:space="preserve">leppinud muuta </w:t>
      </w:r>
      <w:r w:rsidR="00E96EC3">
        <w:t>l</w:t>
      </w:r>
      <w:r w:rsidR="006B2C00" w:rsidRPr="006B2C00">
        <w:t xml:space="preserve">epingu </w:t>
      </w:r>
      <w:r w:rsidR="00116FFE">
        <w:t>punkte</w:t>
      </w:r>
      <w:r w:rsidR="00BD5D3B">
        <w:t xml:space="preserve"> 1.1,</w:t>
      </w:r>
      <w:r w:rsidR="00DF69B7">
        <w:t xml:space="preserve"> </w:t>
      </w:r>
      <w:r w:rsidR="00116FFE">
        <w:t xml:space="preserve">1.4.1, 1.4.2, 2.2  </w:t>
      </w:r>
      <w:r w:rsidR="003B708E">
        <w:t xml:space="preserve"> ja sõnastada </w:t>
      </w:r>
      <w:r w:rsidR="00116FFE">
        <w:t>need</w:t>
      </w:r>
      <w:r w:rsidR="003B708E">
        <w:t xml:space="preserve"> järgnevalt:</w:t>
      </w:r>
    </w:p>
    <w:p w14:paraId="1F1BC173" w14:textId="47524B1D" w:rsidR="003B708E" w:rsidRDefault="003B708E" w:rsidP="00EE5697">
      <w:pPr>
        <w:ind w:left="180" w:hanging="180"/>
        <w:jc w:val="both"/>
      </w:pPr>
    </w:p>
    <w:p w14:paraId="3B1873D9" w14:textId="2728D709" w:rsidR="005C0ADC" w:rsidRDefault="005C0ADC" w:rsidP="00974F6F">
      <w:pPr>
        <w:pStyle w:val="Pealkiri11"/>
        <w:numPr>
          <w:ilvl w:val="0"/>
          <w:numId w:val="0"/>
        </w:numPr>
        <w:ind w:left="432" w:hanging="148"/>
        <w:jc w:val="both"/>
      </w:pPr>
      <w:r>
        <w:t xml:space="preserve">p.1.1 </w:t>
      </w:r>
      <w:r w:rsidR="00475F67">
        <w:t>Kasutusse andja annab Kasutajale tasuta kasut</w:t>
      </w:r>
      <w:r w:rsidR="00974F6F">
        <w:t xml:space="preserve">amiseks aadressil Palmse külas, </w:t>
      </w:r>
      <w:r w:rsidR="00475F67">
        <w:t xml:space="preserve">Haljala vallas, Lääne-Virumaal asuvad järgmised hooned ja ruumid: Palmse mõisa tõllakuur (katastritunnus 88701:002:1084, riivara number 2005785), alajaam (katastritunnus 88701:002:1084, riigivara number 2005801) </w:t>
      </w:r>
      <w:r w:rsidR="00974F6F">
        <w:t>(edaspidi Hoone). Hoone ruumide</w:t>
      </w:r>
      <w:r w:rsidR="00475F67">
        <w:t xml:space="preserve"> pindade kasutus on kokku lepitud</w:t>
      </w:r>
      <w:r w:rsidR="00974F6F">
        <w:t xml:space="preserve"> vastavalt</w:t>
      </w:r>
      <w:r w:rsidR="00475F67">
        <w:t xml:space="preserve"> Lepingu lisas 9</w:t>
      </w:r>
      <w:r w:rsidR="00974F6F">
        <w:t xml:space="preserve"> kirjutatule</w:t>
      </w:r>
      <w:r w:rsidR="00475F67">
        <w:t>.</w:t>
      </w:r>
    </w:p>
    <w:p w14:paraId="756D17A3" w14:textId="77777777" w:rsidR="005C0ADC" w:rsidRDefault="005C0ADC" w:rsidP="00EE5697">
      <w:pPr>
        <w:ind w:left="180" w:hanging="180"/>
        <w:jc w:val="both"/>
      </w:pPr>
    </w:p>
    <w:p w14:paraId="47DD59E0" w14:textId="5A760B30" w:rsidR="00BD5D3B" w:rsidRDefault="00116FFE" w:rsidP="00BD5D3B">
      <w:pPr>
        <w:pStyle w:val="Pealkiri11"/>
        <w:numPr>
          <w:ilvl w:val="0"/>
          <w:numId w:val="0"/>
        </w:numPr>
        <w:ind w:left="432" w:hanging="148"/>
        <w:jc w:val="both"/>
      </w:pPr>
      <w:r>
        <w:t>p.1.4.1 Palmse mõisa</w:t>
      </w:r>
      <w:r w:rsidR="003B3B02">
        <w:t xml:space="preserve"> tõllakuuri (külastuskeskust) kasutatakse tööruumidena, </w:t>
      </w:r>
      <w:r w:rsidR="003B3B02" w:rsidRPr="00974F6F">
        <w:t>koolituste ja koosolekute läbiviimiseks ning keskkonnaharidus õppeprogrammide ja muude keskkonnahariduslikke tegevuste läbiviimiseks</w:t>
      </w:r>
      <w:r w:rsidR="003B3B02">
        <w:t xml:space="preserve">. </w:t>
      </w:r>
      <w:r w:rsidR="009247E2">
        <w:t>K</w:t>
      </w:r>
      <w:r w:rsidR="00DE4964">
        <w:t xml:space="preserve">onverentsisaali ning olme- ja majutusruume kasutatakse RMK-ga kahasse vastavalt Lisas </w:t>
      </w:r>
      <w:r w:rsidR="00E52EE0">
        <w:t>8</w:t>
      </w:r>
      <w:r w:rsidR="00DE4964">
        <w:t xml:space="preserve"> märgitule.</w:t>
      </w:r>
    </w:p>
    <w:p w14:paraId="1CA197AC" w14:textId="77777777" w:rsidR="00BD5D3B" w:rsidRDefault="00BD5D3B" w:rsidP="00BD5D3B">
      <w:pPr>
        <w:pStyle w:val="Pealkiri11"/>
        <w:numPr>
          <w:ilvl w:val="0"/>
          <w:numId w:val="0"/>
        </w:numPr>
        <w:ind w:left="432" w:hanging="432"/>
        <w:jc w:val="both"/>
      </w:pPr>
      <w:bookmarkStart w:id="0" w:name="_GoBack"/>
      <w:bookmarkEnd w:id="0"/>
    </w:p>
    <w:p w14:paraId="022DFB78" w14:textId="49AE897D" w:rsidR="00DE4964" w:rsidRDefault="00DE4964" w:rsidP="00BD5D3B">
      <w:pPr>
        <w:pStyle w:val="Pealkiri11"/>
        <w:numPr>
          <w:ilvl w:val="0"/>
          <w:numId w:val="0"/>
        </w:numPr>
        <w:ind w:left="432" w:hanging="148"/>
        <w:jc w:val="both"/>
      </w:pPr>
      <w:r>
        <w:t>p.</w:t>
      </w:r>
      <w:r w:rsidR="00D74AF6">
        <w:t>1.</w:t>
      </w:r>
      <w:r>
        <w:t>4.2. Alajaama kasutatakse KKA töövahendite hoidmiseks, vastavalt Lisas</w:t>
      </w:r>
      <w:r w:rsidR="00E52EE0">
        <w:t xml:space="preserve"> 8</w:t>
      </w:r>
      <w:r>
        <w:t xml:space="preserve"> märgitule.</w:t>
      </w:r>
    </w:p>
    <w:p w14:paraId="2856BFF1" w14:textId="230E3DFE" w:rsidR="00DE4964" w:rsidRDefault="00DE4964" w:rsidP="00EE5697">
      <w:pPr>
        <w:pStyle w:val="Pealkiri11"/>
        <w:numPr>
          <w:ilvl w:val="0"/>
          <w:numId w:val="0"/>
        </w:numPr>
        <w:ind w:left="432"/>
        <w:jc w:val="both"/>
      </w:pPr>
    </w:p>
    <w:p w14:paraId="746D1103" w14:textId="4C0F048F" w:rsidR="00DE4964" w:rsidRDefault="00DE4964" w:rsidP="00BD5D3B">
      <w:pPr>
        <w:pStyle w:val="Pealkiri11"/>
        <w:numPr>
          <w:ilvl w:val="0"/>
          <w:numId w:val="0"/>
        </w:numPr>
        <w:ind w:left="432" w:hanging="148"/>
        <w:jc w:val="both"/>
      </w:pPr>
      <w:r>
        <w:t xml:space="preserve">p.2.2. Haldusteenuse tasu külastuskeskuse hoonele on 0,38 €/m², alajaama hoonele 0,26 €/m² kuus. Muude </w:t>
      </w:r>
      <w:r w:rsidR="00921DA4">
        <w:t>kõrval kulude</w:t>
      </w:r>
      <w:r>
        <w:t xml:space="preserve"> suuruse määrab Kasutusse andja igakuiselt, lähtudes arvestite näitudest, teenusepakkujate poolt esitatud arvetest ja kehtivast arvestusmetoodikast vastavalt lisas </w:t>
      </w:r>
      <w:r w:rsidR="00E52EE0">
        <w:t>8</w:t>
      </w:r>
      <w:r>
        <w:t xml:space="preserve"> märgitule.</w:t>
      </w:r>
    </w:p>
    <w:p w14:paraId="2B4173E5" w14:textId="3B2E3230" w:rsidR="00EE5697" w:rsidRDefault="00EE5697" w:rsidP="00EE5697">
      <w:pPr>
        <w:pStyle w:val="Pealkiri11"/>
        <w:numPr>
          <w:ilvl w:val="0"/>
          <w:numId w:val="0"/>
        </w:numPr>
        <w:ind w:left="432"/>
        <w:jc w:val="both"/>
      </w:pPr>
    </w:p>
    <w:p w14:paraId="5FD02A14" w14:textId="7CE4EFB5" w:rsidR="00064967" w:rsidRDefault="00EE5697" w:rsidP="00EE5697">
      <w:pPr>
        <w:pStyle w:val="Pealkiri11"/>
      </w:pPr>
      <w:r>
        <w:t xml:space="preserve">Käesolev lepingu muudatuse kokkulepe hakkab kehtima alates </w:t>
      </w:r>
      <w:r w:rsidR="00B8210C">
        <w:t>01.0</w:t>
      </w:r>
      <w:r w:rsidR="00E52EE0">
        <w:t>1</w:t>
      </w:r>
      <w:r>
        <w:t>.202</w:t>
      </w:r>
      <w:r w:rsidR="00E52EE0">
        <w:t>2</w:t>
      </w:r>
      <w:r>
        <w:t>.a.</w:t>
      </w:r>
    </w:p>
    <w:p w14:paraId="778BFBAF" w14:textId="77777777" w:rsidR="00EE5697" w:rsidRDefault="00EE5697" w:rsidP="00EE5697">
      <w:pPr>
        <w:pStyle w:val="Pealkiri11"/>
        <w:numPr>
          <w:ilvl w:val="0"/>
          <w:numId w:val="0"/>
        </w:numPr>
        <w:ind w:left="432"/>
      </w:pPr>
    </w:p>
    <w:p w14:paraId="4FEB2AFD" w14:textId="5449B4AF" w:rsidR="00064967" w:rsidRDefault="005C0ADC" w:rsidP="00EE5697">
      <w:pPr>
        <w:pStyle w:val="Pealkiri11"/>
        <w:jc w:val="both"/>
      </w:pPr>
      <w:sdt>
        <w:sdtPr>
          <w:id w:val="-802771011"/>
          <w:placeholder>
            <w:docPart w:val="605E648A3349498C94082804C19BC4CD"/>
          </w:placeholder>
          <w:comboBox>
            <w:listItem w:displayText=" " w:value=" "/>
            <w:listItem w:displayText="Kokkulepe on allkirjastatud digitaalselt." w:value="Kokkulepe on allkirjastatud digitaalselt."/>
            <w:listItem w:displayText="Kokkulepe on allkirjastatud paberkandjal kahes võrdset juriidilist jõudu omavas eksemplaris, millest kumbki pool saab ühe eksemplari." w:value="Kokkulepe on allkirjastatud paberkandjal kahes võrdset juriidilist jõudu omavas eksemplaris, millest kumbki pool saab ühe eksemplari."/>
          </w:comboBox>
        </w:sdtPr>
        <w:sdtContent>
          <w:r w:rsidR="00EE5697">
            <w:t>Kokkulepe on allkirjastatud digitaalselt.</w:t>
          </w:r>
        </w:sdtContent>
      </w:sdt>
    </w:p>
    <w:p w14:paraId="0BDD1111" w14:textId="77777777" w:rsidR="006954E4" w:rsidRDefault="006954E4" w:rsidP="006954E4">
      <w:pPr>
        <w:ind w:left="360" w:hanging="36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7"/>
        <w:gridCol w:w="4165"/>
      </w:tblGrid>
      <w:tr w:rsidR="008140F5" w14:paraId="0604BEC8" w14:textId="77777777" w:rsidTr="00E52EE0">
        <w:tc>
          <w:tcPr>
            <w:tcW w:w="4147" w:type="dxa"/>
          </w:tcPr>
          <w:p w14:paraId="69993E1A" w14:textId="77777777" w:rsidR="008140F5" w:rsidRDefault="00D74AF6" w:rsidP="00D41328">
            <w:pPr>
              <w:rPr>
                <w:b/>
                <w:iCs/>
              </w:rPr>
            </w:pPr>
            <w:r>
              <w:rPr>
                <w:b/>
                <w:iCs/>
              </w:rPr>
              <w:t>Riigimetsa Majandamise Keskus</w:t>
            </w:r>
          </w:p>
          <w:p w14:paraId="3B6B6F1E" w14:textId="77777777" w:rsidR="00D74AF6" w:rsidRDefault="00D74AF6" w:rsidP="00D41328">
            <w:pPr>
              <w:rPr>
                <w:iCs/>
              </w:rPr>
            </w:pPr>
            <w:r>
              <w:rPr>
                <w:iCs/>
              </w:rPr>
              <w:t xml:space="preserve">Sagadi küla, Haljala vald, </w:t>
            </w:r>
          </w:p>
          <w:p w14:paraId="57B2E896" w14:textId="33AC26FA" w:rsidR="00D74AF6" w:rsidRDefault="00D74AF6" w:rsidP="00D74AF6">
            <w:pPr>
              <w:rPr>
                <w:iCs/>
              </w:rPr>
            </w:pPr>
            <w:r>
              <w:rPr>
                <w:iCs/>
              </w:rPr>
              <w:t>Lääne- Virumaa</w:t>
            </w:r>
            <w:r w:rsidR="006E2A87">
              <w:rPr>
                <w:iCs/>
              </w:rPr>
              <w:t>, 45403</w:t>
            </w:r>
          </w:p>
          <w:p w14:paraId="6D3FA6F7" w14:textId="73E21880" w:rsidR="00D74AF6" w:rsidRDefault="00D74AF6" w:rsidP="00D74AF6">
            <w:pPr>
              <w:rPr>
                <w:iCs/>
              </w:rPr>
            </w:pPr>
            <w:r>
              <w:rPr>
                <w:iCs/>
              </w:rPr>
              <w:t>Registrikood 70004459</w:t>
            </w:r>
          </w:p>
        </w:tc>
        <w:tc>
          <w:tcPr>
            <w:tcW w:w="4165" w:type="dxa"/>
          </w:tcPr>
          <w:p w14:paraId="0703534C" w14:textId="09081E9D" w:rsidR="008140F5" w:rsidRDefault="00D74AF6" w:rsidP="00D41328">
            <w:pPr>
              <w:rPr>
                <w:b/>
              </w:rPr>
            </w:pPr>
            <w:r>
              <w:rPr>
                <w:b/>
              </w:rPr>
              <w:t xml:space="preserve">             Keskkonnaamet</w:t>
            </w:r>
          </w:p>
          <w:p w14:paraId="178B28D5" w14:textId="054550A2" w:rsidR="00D74AF6" w:rsidRDefault="00D74AF6" w:rsidP="00D41328">
            <w:r>
              <w:rPr>
                <w:b/>
              </w:rPr>
              <w:t xml:space="preserve">             </w:t>
            </w:r>
            <w:r w:rsidRPr="00D74AF6">
              <w:t>Rohelin</w:t>
            </w:r>
            <w:r>
              <w:t xml:space="preserve">e 64, </w:t>
            </w:r>
            <w:r w:rsidR="006E2A87">
              <w:t>80010</w:t>
            </w:r>
          </w:p>
          <w:p w14:paraId="6457F433" w14:textId="01B302B6" w:rsidR="00D74AF6" w:rsidRPr="00D74AF6" w:rsidRDefault="00D74AF6" w:rsidP="00D41328">
            <w:r>
              <w:t xml:space="preserve">             </w:t>
            </w:r>
            <w:r w:rsidR="006E2A87">
              <w:t>Pärnu</w:t>
            </w:r>
          </w:p>
          <w:p w14:paraId="3DF5492B" w14:textId="70A260DE" w:rsidR="00D74AF6" w:rsidRDefault="00D74AF6" w:rsidP="00D41328">
            <w:pPr>
              <w:rPr>
                <w:iCs/>
              </w:rPr>
            </w:pPr>
            <w:r>
              <w:rPr>
                <w:iCs/>
              </w:rPr>
              <w:t xml:space="preserve">             Registrikood 70008658</w:t>
            </w:r>
          </w:p>
        </w:tc>
      </w:tr>
      <w:tr w:rsidR="008140F5" w14:paraId="06098E21" w14:textId="77777777" w:rsidTr="00E52EE0">
        <w:tc>
          <w:tcPr>
            <w:tcW w:w="4147" w:type="dxa"/>
          </w:tcPr>
          <w:p w14:paraId="7F17AF0E" w14:textId="3406EEE9" w:rsidR="008140F5" w:rsidRDefault="00D74AF6" w:rsidP="00D41328">
            <w:pPr>
              <w:rPr>
                <w:iCs/>
              </w:rPr>
            </w:pPr>
            <w:r>
              <w:rPr>
                <w:iCs/>
              </w:rPr>
              <w:t xml:space="preserve">e-post: rmk@rmk.ee </w:t>
            </w:r>
          </w:p>
        </w:tc>
        <w:tc>
          <w:tcPr>
            <w:tcW w:w="4165" w:type="dxa"/>
          </w:tcPr>
          <w:p w14:paraId="4AA3B953" w14:textId="6E9D512A" w:rsidR="008140F5" w:rsidRDefault="00D74AF6" w:rsidP="00D41328">
            <w:pPr>
              <w:rPr>
                <w:iCs/>
              </w:rPr>
            </w:pPr>
            <w:r>
              <w:rPr>
                <w:iCs/>
              </w:rPr>
              <w:t xml:space="preserve">             info@keskkonnaamet.ee</w:t>
            </w:r>
          </w:p>
        </w:tc>
      </w:tr>
      <w:tr w:rsidR="008140F5" w14:paraId="0D246F86" w14:textId="77777777" w:rsidTr="00E52EE0">
        <w:tc>
          <w:tcPr>
            <w:tcW w:w="4147" w:type="dxa"/>
          </w:tcPr>
          <w:p w14:paraId="379E4DD3" w14:textId="77777777" w:rsidR="008140F5" w:rsidRDefault="008140F5" w:rsidP="00D41328">
            <w:pPr>
              <w:rPr>
                <w:iCs/>
              </w:rPr>
            </w:pPr>
          </w:p>
        </w:tc>
        <w:tc>
          <w:tcPr>
            <w:tcW w:w="4165" w:type="dxa"/>
          </w:tcPr>
          <w:p w14:paraId="4F1C5638" w14:textId="77777777" w:rsidR="008140F5" w:rsidRDefault="008140F5" w:rsidP="00D41328">
            <w:pPr>
              <w:rPr>
                <w:iCs/>
              </w:rPr>
            </w:pPr>
          </w:p>
        </w:tc>
      </w:tr>
      <w:tr w:rsidR="008140F5" w14:paraId="7A446E3F" w14:textId="77777777" w:rsidTr="00E52EE0">
        <w:trPr>
          <w:trHeight w:val="346"/>
        </w:trPr>
        <w:tc>
          <w:tcPr>
            <w:tcW w:w="4147" w:type="dxa"/>
          </w:tcPr>
          <w:p w14:paraId="49D71E9A" w14:textId="0C6DBEA0" w:rsidR="008140F5" w:rsidRDefault="005C0ADC" w:rsidP="00D41328">
            <w:pPr>
              <w:rPr>
                <w:iCs/>
              </w:rPr>
            </w:pPr>
            <w:sdt>
              <w:sdtPr>
                <w:id w:val="2081640109"/>
                <w:placeholder>
                  <w:docPart w:val="22C09892E8194B6D912088198073985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D74AF6">
                  <w:t>(allkirjastatud digitaalselt)</w:t>
                </w:r>
              </w:sdtContent>
            </w:sdt>
          </w:p>
        </w:tc>
        <w:tc>
          <w:tcPr>
            <w:tcW w:w="4165" w:type="dxa"/>
          </w:tcPr>
          <w:p w14:paraId="5CBDD941" w14:textId="38559E11" w:rsidR="008140F5" w:rsidRDefault="005C0ADC" w:rsidP="00D41328">
            <w:pPr>
              <w:rPr>
                <w:iCs/>
              </w:rPr>
            </w:pPr>
            <w:sdt>
              <w:sdtPr>
                <w:id w:val="653806690"/>
                <w:placeholder>
                  <w:docPart w:val="9C3A74F0B8B340D586484B0D9C5FC0EA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D74AF6">
                  <w:t xml:space="preserve">             (allkirjastatud digitaalselt)</w:t>
                </w:r>
              </w:sdtContent>
            </w:sdt>
          </w:p>
        </w:tc>
      </w:tr>
      <w:tr w:rsidR="008140F5" w14:paraId="51073E79" w14:textId="77777777" w:rsidTr="00E52EE0">
        <w:tc>
          <w:tcPr>
            <w:tcW w:w="4147" w:type="dxa"/>
          </w:tcPr>
          <w:p w14:paraId="2E466CB6" w14:textId="77777777" w:rsidR="008140F5" w:rsidRDefault="008140F5" w:rsidP="00D41328">
            <w:pPr>
              <w:rPr>
                <w:iCs/>
              </w:rPr>
            </w:pPr>
          </w:p>
        </w:tc>
        <w:tc>
          <w:tcPr>
            <w:tcW w:w="4165" w:type="dxa"/>
          </w:tcPr>
          <w:p w14:paraId="5EC5457A" w14:textId="77777777" w:rsidR="008140F5" w:rsidRDefault="008140F5" w:rsidP="00D41328">
            <w:pPr>
              <w:rPr>
                <w:iCs/>
              </w:rPr>
            </w:pPr>
          </w:p>
        </w:tc>
      </w:tr>
      <w:tr w:rsidR="008140F5" w14:paraId="14179206" w14:textId="77777777" w:rsidTr="00E52EE0">
        <w:tc>
          <w:tcPr>
            <w:tcW w:w="4147" w:type="dxa"/>
          </w:tcPr>
          <w:p w14:paraId="1DF48A0A" w14:textId="77777777" w:rsidR="008140F5" w:rsidRDefault="008140F5" w:rsidP="00D41328">
            <w:pPr>
              <w:rPr>
                <w:iCs/>
              </w:rPr>
            </w:pPr>
          </w:p>
        </w:tc>
        <w:tc>
          <w:tcPr>
            <w:tcW w:w="4165" w:type="dxa"/>
          </w:tcPr>
          <w:p w14:paraId="4960728E" w14:textId="77777777" w:rsidR="008140F5" w:rsidRDefault="008140F5" w:rsidP="00D41328">
            <w:pPr>
              <w:rPr>
                <w:iCs/>
              </w:rPr>
            </w:pPr>
          </w:p>
        </w:tc>
      </w:tr>
      <w:tr w:rsidR="008140F5" w14:paraId="48A2AE93" w14:textId="77777777" w:rsidTr="00E52EE0">
        <w:tc>
          <w:tcPr>
            <w:tcW w:w="4147" w:type="dxa"/>
          </w:tcPr>
          <w:p w14:paraId="6858AD5B" w14:textId="77777777" w:rsidR="008140F5" w:rsidRDefault="00D74AF6" w:rsidP="00D41328">
            <w:pPr>
              <w:rPr>
                <w:lang w:val="en-AU"/>
              </w:rPr>
            </w:pPr>
            <w:r>
              <w:rPr>
                <w:lang w:val="en-AU"/>
              </w:rPr>
              <w:t>Andrus Lauren</w:t>
            </w:r>
          </w:p>
          <w:p w14:paraId="67499AE3" w14:textId="48DA7CBA" w:rsidR="00D74AF6" w:rsidRDefault="00E84083" w:rsidP="00E84083">
            <w:pPr>
              <w:rPr>
                <w:iCs/>
              </w:rPr>
            </w:pPr>
            <w:r>
              <w:rPr>
                <w:lang w:val="en-AU"/>
              </w:rPr>
              <w:t>RMK k</w:t>
            </w:r>
            <w:r w:rsidR="00D74AF6">
              <w:rPr>
                <w:lang w:val="en-AU"/>
              </w:rPr>
              <w:t>innisvaraosakonna juhataja</w:t>
            </w:r>
          </w:p>
        </w:tc>
        <w:tc>
          <w:tcPr>
            <w:tcW w:w="4165" w:type="dxa"/>
          </w:tcPr>
          <w:p w14:paraId="580CCAA4" w14:textId="7818511B" w:rsidR="008140F5" w:rsidRDefault="00D74AF6" w:rsidP="00D41328">
            <w:pPr>
              <w:rPr>
                <w:lang w:val="en-AU"/>
              </w:rPr>
            </w:pPr>
            <w:r>
              <w:rPr>
                <w:lang w:val="en-AU"/>
              </w:rPr>
              <w:t xml:space="preserve">         </w:t>
            </w:r>
            <w:r w:rsidR="00E52EE0">
              <w:rPr>
                <w:lang w:val="en-AU"/>
              </w:rPr>
              <w:t xml:space="preserve"> </w:t>
            </w:r>
            <w:r w:rsidR="006E2A87">
              <w:rPr>
                <w:lang w:val="en-AU"/>
              </w:rPr>
              <w:t xml:space="preserve">  </w:t>
            </w:r>
            <w:r w:rsidR="00E52EE0">
              <w:rPr>
                <w:lang w:val="en-AU"/>
              </w:rPr>
              <w:t>Olav Avarsalu</w:t>
            </w:r>
          </w:p>
          <w:p w14:paraId="68C06A81" w14:textId="77777777" w:rsidR="00E52EE0" w:rsidRDefault="00E52EE0" w:rsidP="00E84083">
            <w:pPr>
              <w:rPr>
                <w:lang w:val="en-AU"/>
              </w:rPr>
            </w:pPr>
            <w:r>
              <w:rPr>
                <w:lang w:val="en-AU"/>
              </w:rPr>
              <w:t xml:space="preserve">           </w:t>
            </w:r>
            <w:r w:rsidR="006E2A87">
              <w:rPr>
                <w:lang w:val="en-AU"/>
              </w:rPr>
              <w:t xml:space="preserve"> </w:t>
            </w:r>
            <w:r w:rsidR="00E84083">
              <w:rPr>
                <w:lang w:val="en-AU"/>
              </w:rPr>
              <w:t>Keskkonnaameti peadirekto</w:t>
            </w:r>
            <w:r>
              <w:rPr>
                <w:lang w:val="en-AU"/>
              </w:rPr>
              <w:t xml:space="preserve">ri </w:t>
            </w:r>
          </w:p>
          <w:p w14:paraId="0DC7E4D6" w14:textId="772ECBBF" w:rsidR="006E2A87" w:rsidRDefault="00E52EE0" w:rsidP="00E84083">
            <w:pPr>
              <w:rPr>
                <w:iCs/>
              </w:rPr>
            </w:pPr>
            <w:r>
              <w:rPr>
                <w:lang w:val="en-AU"/>
              </w:rPr>
              <w:t xml:space="preserve">           </w:t>
            </w:r>
            <w:r w:rsidR="00921DA4">
              <w:rPr>
                <w:lang w:val="en-AU"/>
              </w:rPr>
              <w:t xml:space="preserve"> </w:t>
            </w:r>
            <w:r>
              <w:rPr>
                <w:lang w:val="en-AU"/>
              </w:rPr>
              <w:t>asetäitja peadirektori ülesannetes</w:t>
            </w:r>
          </w:p>
        </w:tc>
      </w:tr>
    </w:tbl>
    <w:p w14:paraId="24100629" w14:textId="77777777" w:rsidR="00E96EC3" w:rsidRDefault="00E96EC3">
      <w:pPr>
        <w:ind w:left="360"/>
      </w:pPr>
    </w:p>
    <w:p w14:paraId="15C914AF" w14:textId="77777777" w:rsidR="00823082" w:rsidRPr="00EA2DA2" w:rsidRDefault="00823082">
      <w:pPr>
        <w:ind w:left="360"/>
        <w:rPr>
          <w:iCs/>
        </w:rPr>
      </w:pPr>
    </w:p>
    <w:sectPr w:rsidR="00823082" w:rsidRPr="00EA2DA2" w:rsidSect="00B61F75">
      <w:type w:val="continuous"/>
      <w:pgSz w:w="11906" w:h="16838"/>
      <w:pgMar w:top="568" w:right="1797" w:bottom="1440" w:left="179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7020A" w14:textId="77777777" w:rsidR="00974F6F" w:rsidRDefault="00974F6F" w:rsidP="00B61F75">
      <w:r>
        <w:separator/>
      </w:r>
    </w:p>
  </w:endnote>
  <w:endnote w:type="continuationSeparator" w:id="0">
    <w:p w14:paraId="0CF04C8D" w14:textId="77777777" w:rsidR="00974F6F" w:rsidRDefault="00974F6F" w:rsidP="00B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36ABD" w14:textId="77777777" w:rsidR="00974F6F" w:rsidRDefault="00974F6F" w:rsidP="00B61F75">
      <w:r>
        <w:separator/>
      </w:r>
    </w:p>
  </w:footnote>
  <w:footnote w:type="continuationSeparator" w:id="0">
    <w:p w14:paraId="797DF4C3" w14:textId="77777777" w:rsidR="00974F6F" w:rsidRDefault="00974F6F" w:rsidP="00B6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15550"/>
    <w:multiLevelType w:val="hybridMultilevel"/>
    <w:tmpl w:val="8238F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DC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155FC5"/>
    <w:multiLevelType w:val="hybridMultilevel"/>
    <w:tmpl w:val="66FAEE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A676B"/>
    <w:multiLevelType w:val="multilevel"/>
    <w:tmpl w:val="BEDEC17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D404E4D"/>
    <w:multiLevelType w:val="hybridMultilevel"/>
    <w:tmpl w:val="04BA9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548"/>
    <w:rsid w:val="00064967"/>
    <w:rsid w:val="000C36ED"/>
    <w:rsid w:val="00116FFE"/>
    <w:rsid w:val="001350FE"/>
    <w:rsid w:val="001569A6"/>
    <w:rsid w:val="001C1E67"/>
    <w:rsid w:val="00353ECD"/>
    <w:rsid w:val="003551A8"/>
    <w:rsid w:val="003B3B02"/>
    <w:rsid w:val="003B708E"/>
    <w:rsid w:val="003E2A7F"/>
    <w:rsid w:val="00475F67"/>
    <w:rsid w:val="00520DBB"/>
    <w:rsid w:val="00531A0F"/>
    <w:rsid w:val="005409F9"/>
    <w:rsid w:val="0057034B"/>
    <w:rsid w:val="00573265"/>
    <w:rsid w:val="00597ED5"/>
    <w:rsid w:val="005C0ADC"/>
    <w:rsid w:val="005F78E2"/>
    <w:rsid w:val="00681500"/>
    <w:rsid w:val="006954E4"/>
    <w:rsid w:val="006A3FD1"/>
    <w:rsid w:val="006A5916"/>
    <w:rsid w:val="006B2C00"/>
    <w:rsid w:val="006B4A92"/>
    <w:rsid w:val="006B63C7"/>
    <w:rsid w:val="006E2A87"/>
    <w:rsid w:val="007352AD"/>
    <w:rsid w:val="0076292A"/>
    <w:rsid w:val="00785548"/>
    <w:rsid w:val="00801766"/>
    <w:rsid w:val="008140F5"/>
    <w:rsid w:val="00823082"/>
    <w:rsid w:val="008C4DD4"/>
    <w:rsid w:val="00910E20"/>
    <w:rsid w:val="00921DA4"/>
    <w:rsid w:val="009247E2"/>
    <w:rsid w:val="00974F6F"/>
    <w:rsid w:val="00AD0E9E"/>
    <w:rsid w:val="00B03CD8"/>
    <w:rsid w:val="00B61F75"/>
    <w:rsid w:val="00B8210C"/>
    <w:rsid w:val="00BD5176"/>
    <w:rsid w:val="00BD5D3B"/>
    <w:rsid w:val="00C30B60"/>
    <w:rsid w:val="00D41328"/>
    <w:rsid w:val="00D71034"/>
    <w:rsid w:val="00D74AF6"/>
    <w:rsid w:val="00D94970"/>
    <w:rsid w:val="00DB6019"/>
    <w:rsid w:val="00DC10C4"/>
    <w:rsid w:val="00DE4964"/>
    <w:rsid w:val="00DF69B7"/>
    <w:rsid w:val="00E52EE0"/>
    <w:rsid w:val="00E84083"/>
    <w:rsid w:val="00E96EC3"/>
    <w:rsid w:val="00EA2DA2"/>
    <w:rsid w:val="00EE5697"/>
    <w:rsid w:val="00EF1868"/>
    <w:rsid w:val="00F77F0D"/>
    <w:rsid w:val="00FB18BC"/>
    <w:rsid w:val="00FC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7BB5E1"/>
  <w15:docId w15:val="{880289F8-36B7-4F0D-B859-F8ADC5C8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20DB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table" w:styleId="TableGrid">
    <w:name w:val="Table Grid"/>
    <w:basedOn w:val="TableNormal"/>
    <w:uiPriority w:val="59"/>
    <w:rsid w:val="00E96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6A5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A591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rsid w:val="006A5916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rsid w:val="006A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A59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91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5916"/>
    <w:rPr>
      <w:b/>
      <w:bCs/>
      <w:lang w:eastAsia="en-US"/>
    </w:rPr>
  </w:style>
  <w:style w:type="paragraph" w:customStyle="1" w:styleId="Pealkiri11">
    <w:name w:val="Pealkiri 11"/>
    <w:basedOn w:val="Normal"/>
    <w:rsid w:val="008140F5"/>
    <w:pPr>
      <w:numPr>
        <w:numId w:val="3"/>
      </w:numPr>
    </w:pPr>
  </w:style>
  <w:style w:type="paragraph" w:customStyle="1" w:styleId="Pealkiri21">
    <w:name w:val="Pealkiri 21"/>
    <w:basedOn w:val="Normal"/>
    <w:rsid w:val="008140F5"/>
    <w:pPr>
      <w:numPr>
        <w:ilvl w:val="1"/>
        <w:numId w:val="3"/>
      </w:numPr>
    </w:pPr>
  </w:style>
  <w:style w:type="paragraph" w:customStyle="1" w:styleId="Pealkiri31">
    <w:name w:val="Pealkiri 31"/>
    <w:basedOn w:val="Normal"/>
    <w:rsid w:val="008140F5"/>
    <w:pPr>
      <w:numPr>
        <w:ilvl w:val="2"/>
        <w:numId w:val="3"/>
      </w:numPr>
    </w:pPr>
  </w:style>
  <w:style w:type="paragraph" w:customStyle="1" w:styleId="Pealkiri41">
    <w:name w:val="Pealkiri 41"/>
    <w:basedOn w:val="Normal"/>
    <w:rsid w:val="008140F5"/>
    <w:pPr>
      <w:numPr>
        <w:ilvl w:val="3"/>
        <w:numId w:val="3"/>
      </w:numPr>
    </w:pPr>
  </w:style>
  <w:style w:type="paragraph" w:customStyle="1" w:styleId="Pealkiri51">
    <w:name w:val="Pealkiri 51"/>
    <w:basedOn w:val="Normal"/>
    <w:rsid w:val="008140F5"/>
    <w:pPr>
      <w:numPr>
        <w:ilvl w:val="4"/>
        <w:numId w:val="3"/>
      </w:numPr>
    </w:pPr>
  </w:style>
  <w:style w:type="paragraph" w:customStyle="1" w:styleId="Pealkiri61">
    <w:name w:val="Pealkiri 61"/>
    <w:basedOn w:val="Normal"/>
    <w:rsid w:val="008140F5"/>
    <w:pPr>
      <w:numPr>
        <w:ilvl w:val="5"/>
        <w:numId w:val="3"/>
      </w:numPr>
    </w:pPr>
  </w:style>
  <w:style w:type="paragraph" w:customStyle="1" w:styleId="Pealkiri71">
    <w:name w:val="Pealkiri 71"/>
    <w:basedOn w:val="Normal"/>
    <w:rsid w:val="008140F5"/>
    <w:pPr>
      <w:numPr>
        <w:ilvl w:val="6"/>
        <w:numId w:val="3"/>
      </w:numPr>
    </w:pPr>
  </w:style>
  <w:style w:type="paragraph" w:customStyle="1" w:styleId="Pealkiri81">
    <w:name w:val="Pealkiri 81"/>
    <w:basedOn w:val="Normal"/>
    <w:rsid w:val="008140F5"/>
    <w:pPr>
      <w:numPr>
        <w:ilvl w:val="7"/>
        <w:numId w:val="3"/>
      </w:numPr>
    </w:pPr>
  </w:style>
  <w:style w:type="paragraph" w:customStyle="1" w:styleId="Pealkiri91">
    <w:name w:val="Pealkiri 91"/>
    <w:basedOn w:val="Normal"/>
    <w:rsid w:val="008140F5"/>
    <w:pPr>
      <w:numPr>
        <w:ilvl w:val="8"/>
        <w:numId w:val="3"/>
      </w:numPr>
    </w:pPr>
  </w:style>
  <w:style w:type="paragraph" w:styleId="ListParagraph">
    <w:name w:val="List Paragraph"/>
    <w:basedOn w:val="Normal"/>
    <w:uiPriority w:val="34"/>
    <w:qFormat/>
    <w:rsid w:val="008140F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61F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61F7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B61F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61F7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6292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etka\AppData\Local\Microsoft\Windows\INetCache\IE\2BZYD422\lepingu%20muutmine%20kokkulep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2A3112130D4F13AD0430F1AE1E6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0CB2C-33EA-47C0-B011-135ABA05CB74}"/>
      </w:docPartPr>
      <w:docPartBody>
        <w:p w:rsidR="0065065E" w:rsidRDefault="0065065E">
          <w:pPr>
            <w:pStyle w:val="AB2A3112130D4F13AD0430F1AE1E6037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605E648A3349498C94082804C19BC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92D8E-8289-4EC5-9D4D-D8D683730116}"/>
      </w:docPartPr>
      <w:docPartBody>
        <w:p w:rsidR="0065065E" w:rsidRDefault="0065065E">
          <w:pPr>
            <w:pStyle w:val="605E648A3349498C94082804C19BC4CD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22C09892E8194B6D9120881980739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DDE24-4EB2-42F1-A7F7-AFFDA4DA1C1C}"/>
      </w:docPartPr>
      <w:docPartBody>
        <w:p w:rsidR="0065065E" w:rsidRDefault="0065065E">
          <w:pPr>
            <w:pStyle w:val="22C09892E8194B6D912088198073985C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9C3A74F0B8B340D586484B0D9C5FC0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27C1D-AB17-4BFC-A25B-E43D8178C9C6}"/>
      </w:docPartPr>
      <w:docPartBody>
        <w:p w:rsidR="0065065E" w:rsidRDefault="0065065E">
          <w:pPr>
            <w:pStyle w:val="9C3A74F0B8B340D586484B0D9C5FC0EA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5E"/>
    <w:rsid w:val="0026182C"/>
    <w:rsid w:val="0057355A"/>
    <w:rsid w:val="0065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AB2A3112130D4F13AD0430F1AE1E6037">
    <w:name w:val="AB2A3112130D4F13AD0430F1AE1E6037"/>
  </w:style>
  <w:style w:type="paragraph" w:customStyle="1" w:styleId="DBDE80A0A84746EDAD6236BA10268D3F">
    <w:name w:val="DBDE80A0A84746EDAD6236BA10268D3F"/>
  </w:style>
  <w:style w:type="paragraph" w:customStyle="1" w:styleId="605E648A3349498C94082804C19BC4CD">
    <w:name w:val="605E648A3349498C94082804C19BC4CD"/>
  </w:style>
  <w:style w:type="paragraph" w:customStyle="1" w:styleId="22C09892E8194B6D912088198073985C">
    <w:name w:val="22C09892E8194B6D912088198073985C"/>
  </w:style>
  <w:style w:type="paragraph" w:customStyle="1" w:styleId="9C3A74F0B8B340D586484B0D9C5FC0EA">
    <w:name w:val="9C3A74F0B8B340D586484B0D9C5FC0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0F6A1-DC03-4F54-94E9-0E7DE5AE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lepingu muutmine kokkulepe.dotx</Template>
  <TotalTime>0</TotalTime>
  <Pages>2</Pages>
  <Words>223</Words>
  <Characters>1926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>RMK ja Keskkonnaameti vahel &lt;3.01.2011&gt; sõlmitud lepingu </vt:lpstr>
      <vt:lpstr>nr 9-28/5 juurde</vt:lpstr>
      <vt:lpstr/>
    </vt:vector>
  </TitlesOfParts>
  <Company>Riigimetsa  Majandamise Keskus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 Karu</dc:creator>
  <cp:lastModifiedBy>Reet Karu</cp:lastModifiedBy>
  <cp:revision>2</cp:revision>
  <cp:lastPrinted>1900-12-31T22:00:00Z</cp:lastPrinted>
  <dcterms:created xsi:type="dcterms:W3CDTF">2021-12-22T11:30:00Z</dcterms:created>
  <dcterms:modified xsi:type="dcterms:W3CDTF">2021-12-22T11:30:00Z</dcterms:modified>
</cp:coreProperties>
</file>